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13" w:rsidRPr="00F66B13" w:rsidRDefault="00F66B13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Comic Strip Planning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2790"/>
        <w:gridCol w:w="3060"/>
        <w:gridCol w:w="2790"/>
      </w:tblGrid>
      <w:tr w:rsidR="00F66B13" w:rsidTr="00F66B13">
        <w:tc>
          <w:tcPr>
            <w:tcW w:w="3078" w:type="dxa"/>
          </w:tcPr>
          <w:p w:rsidR="00F66B13" w:rsidRPr="00F66B13" w:rsidRDefault="00F66B13">
            <w:pPr>
              <w:rPr>
                <w:b/>
                <w:sz w:val="18"/>
                <w:szCs w:val="18"/>
              </w:rPr>
            </w:pPr>
            <w:r w:rsidRPr="00F66B13">
              <w:rPr>
                <w:b/>
                <w:sz w:val="18"/>
                <w:szCs w:val="18"/>
              </w:rPr>
              <w:t>Scene &amp; Actions That Occur</w:t>
            </w:r>
          </w:p>
        </w:tc>
        <w:tc>
          <w:tcPr>
            <w:tcW w:w="2790" w:type="dxa"/>
          </w:tcPr>
          <w:p w:rsidR="00F66B13" w:rsidRPr="00F66B13" w:rsidRDefault="00F66B1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Characters Present</w:t>
            </w:r>
          </w:p>
        </w:tc>
        <w:tc>
          <w:tcPr>
            <w:tcW w:w="3060" w:type="dxa"/>
          </w:tcPr>
          <w:p w:rsidR="00F66B13" w:rsidRPr="00F66B13" w:rsidRDefault="00F66B1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Landscape &amp; Props</w:t>
            </w:r>
          </w:p>
        </w:tc>
        <w:tc>
          <w:tcPr>
            <w:tcW w:w="2790" w:type="dxa"/>
          </w:tcPr>
          <w:p w:rsidR="00F66B13" w:rsidRPr="00F66B13" w:rsidRDefault="00F66B1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Caption</w:t>
            </w:r>
          </w:p>
        </w:tc>
      </w:tr>
      <w:tr w:rsidR="00F66B13" w:rsidTr="00F66B13">
        <w:tc>
          <w:tcPr>
            <w:tcW w:w="3078" w:type="dxa"/>
          </w:tcPr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</w:tc>
        <w:tc>
          <w:tcPr>
            <w:tcW w:w="2790" w:type="dxa"/>
          </w:tcPr>
          <w:p w:rsidR="00F66B13" w:rsidRDefault="00F66B13"/>
        </w:tc>
        <w:tc>
          <w:tcPr>
            <w:tcW w:w="3060" w:type="dxa"/>
          </w:tcPr>
          <w:p w:rsidR="00F66B13" w:rsidRDefault="00F66B13">
            <w:bookmarkStart w:id="0" w:name="_GoBack"/>
            <w:bookmarkEnd w:id="0"/>
          </w:p>
        </w:tc>
        <w:tc>
          <w:tcPr>
            <w:tcW w:w="2790" w:type="dxa"/>
          </w:tcPr>
          <w:p w:rsidR="00F66B13" w:rsidRDefault="00F66B13"/>
        </w:tc>
      </w:tr>
      <w:tr w:rsidR="00F66B13" w:rsidTr="00F66B13">
        <w:tc>
          <w:tcPr>
            <w:tcW w:w="3078" w:type="dxa"/>
          </w:tcPr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</w:tc>
        <w:tc>
          <w:tcPr>
            <w:tcW w:w="2790" w:type="dxa"/>
          </w:tcPr>
          <w:p w:rsidR="00F66B13" w:rsidRDefault="00F66B13"/>
        </w:tc>
        <w:tc>
          <w:tcPr>
            <w:tcW w:w="3060" w:type="dxa"/>
          </w:tcPr>
          <w:p w:rsidR="00F66B13" w:rsidRDefault="00F66B13"/>
        </w:tc>
        <w:tc>
          <w:tcPr>
            <w:tcW w:w="2790" w:type="dxa"/>
          </w:tcPr>
          <w:p w:rsidR="00F66B13" w:rsidRDefault="00F66B13"/>
        </w:tc>
      </w:tr>
      <w:tr w:rsidR="00F66B13" w:rsidTr="00F66B13">
        <w:tc>
          <w:tcPr>
            <w:tcW w:w="3078" w:type="dxa"/>
          </w:tcPr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</w:tc>
        <w:tc>
          <w:tcPr>
            <w:tcW w:w="2790" w:type="dxa"/>
          </w:tcPr>
          <w:p w:rsidR="00F66B13" w:rsidRDefault="00F66B13"/>
        </w:tc>
        <w:tc>
          <w:tcPr>
            <w:tcW w:w="3060" w:type="dxa"/>
          </w:tcPr>
          <w:p w:rsidR="00F66B13" w:rsidRDefault="00F66B13"/>
        </w:tc>
        <w:tc>
          <w:tcPr>
            <w:tcW w:w="2790" w:type="dxa"/>
          </w:tcPr>
          <w:p w:rsidR="00F66B13" w:rsidRDefault="00F66B13"/>
        </w:tc>
      </w:tr>
      <w:tr w:rsidR="00F66B13" w:rsidTr="00F66B13">
        <w:tc>
          <w:tcPr>
            <w:tcW w:w="3078" w:type="dxa"/>
          </w:tcPr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</w:tc>
        <w:tc>
          <w:tcPr>
            <w:tcW w:w="2790" w:type="dxa"/>
          </w:tcPr>
          <w:p w:rsidR="00F66B13" w:rsidRDefault="00F66B13"/>
        </w:tc>
        <w:tc>
          <w:tcPr>
            <w:tcW w:w="3060" w:type="dxa"/>
          </w:tcPr>
          <w:p w:rsidR="00F66B13" w:rsidRDefault="00F66B13"/>
        </w:tc>
        <w:tc>
          <w:tcPr>
            <w:tcW w:w="2790" w:type="dxa"/>
          </w:tcPr>
          <w:p w:rsidR="00F66B13" w:rsidRDefault="00F66B13"/>
        </w:tc>
      </w:tr>
      <w:tr w:rsidR="00F66B13" w:rsidTr="00F66B13">
        <w:tc>
          <w:tcPr>
            <w:tcW w:w="3078" w:type="dxa"/>
          </w:tcPr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  <w:p w:rsidR="00F66B13" w:rsidRDefault="00F66B13"/>
        </w:tc>
        <w:tc>
          <w:tcPr>
            <w:tcW w:w="2790" w:type="dxa"/>
          </w:tcPr>
          <w:p w:rsidR="00F66B13" w:rsidRDefault="00F66B13"/>
        </w:tc>
        <w:tc>
          <w:tcPr>
            <w:tcW w:w="3060" w:type="dxa"/>
          </w:tcPr>
          <w:p w:rsidR="00F66B13" w:rsidRDefault="00F66B13"/>
        </w:tc>
        <w:tc>
          <w:tcPr>
            <w:tcW w:w="2790" w:type="dxa"/>
          </w:tcPr>
          <w:p w:rsidR="00F66B13" w:rsidRDefault="00F66B13"/>
        </w:tc>
      </w:tr>
    </w:tbl>
    <w:p w:rsidR="00F66B13" w:rsidRPr="00F66B13" w:rsidRDefault="00F66B13"/>
    <w:sectPr w:rsidR="00F66B13" w:rsidRPr="00F66B13" w:rsidSect="00F66B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13"/>
    <w:rsid w:val="001801CD"/>
    <w:rsid w:val="00F6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91B194D</Template>
  <TotalTime>8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flowers</dc:creator>
  <cp:lastModifiedBy>deborah flowers</cp:lastModifiedBy>
  <cp:revision>1</cp:revision>
  <dcterms:created xsi:type="dcterms:W3CDTF">2012-02-02T19:58:00Z</dcterms:created>
  <dcterms:modified xsi:type="dcterms:W3CDTF">2012-02-02T20:06:00Z</dcterms:modified>
</cp:coreProperties>
</file>